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9"/>
        <w:gridCol w:w="656"/>
        <w:gridCol w:w="2100"/>
        <w:gridCol w:w="2183"/>
        <w:gridCol w:w="4961"/>
        <w:gridCol w:w="2487"/>
      </w:tblGrid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Кол-во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Балансовая стоимость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Остаточная стоимость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Документы на собственность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Кадастровый номер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Здание администрации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1047080,00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226532,90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Свидетельство о гос. регистрации права от 27.02.2016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58:16:0420202:123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Детская площадка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90000,00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Площадки ТБО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6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214803,00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Изгородь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30638,00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Монумент погибшим воинам с.Ломовка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5885,00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Свидетельство о гос. регистрации права от 31.10.2011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58-58-16/001/2010-881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Монумент погибшим воинам с.Каз-Пелетьма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6238,00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Свидетельство о гос. регистрации права от 31.10.2011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58-58-16/001/2010-882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Газопровод низкого давления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57273,75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Свидетельство о гос. регистрации права от 31.10.2011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58-58-16/001/2009-247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Газопровод низкого давления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57273,75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Свидетельство о гос. регистрации права от 31.10.2011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58-58-16/001/2009-246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Газопровод низкого давления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57273,75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Свидетельство о гос. регистрации права от 31.10.2011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58-58-16/001/2009-248</w:t>
            </w:r>
          </w:p>
        </w:tc>
      </w:tr>
      <w:tr w:rsidR="00A16B54" w:rsidRPr="006C1385" w:rsidTr="004B2501">
        <w:trPr>
          <w:trHeight w:val="538"/>
        </w:trPr>
        <w:tc>
          <w:tcPr>
            <w:tcW w:w="2399" w:type="dxa"/>
            <w:tcBorders>
              <w:bottom w:val="single" w:sz="4" w:space="0" w:color="auto"/>
              <w:right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Газопровод низкого давления</w:t>
            </w:r>
          </w:p>
        </w:tc>
        <w:tc>
          <w:tcPr>
            <w:tcW w:w="656" w:type="dxa"/>
            <w:tcBorders>
              <w:left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57273,75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Свидетельство о гос. регистрации права от 31.10.2011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58-58-16/001/2009-245</w:t>
            </w:r>
          </w:p>
        </w:tc>
      </w:tr>
      <w:tr w:rsidR="00A16B54" w:rsidRPr="006C1385" w:rsidTr="004B2501">
        <w:trPr>
          <w:trHeight w:val="654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54" w:rsidRPr="006C1385" w:rsidRDefault="00A16B54" w:rsidP="001931A4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Газопровод низкого давления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</w:t>
            </w:r>
            <w:r>
              <w:rPr>
                <w:rFonts w:ascii="Times New Roman" w:hAnsi="Times New Roman"/>
              </w:rPr>
              <w:t xml:space="preserve"> из ЕГРП на недв имущество от 20.01</w:t>
            </w:r>
            <w:r w:rsidRPr="006C1385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58:16:0440101:93</w:t>
            </w:r>
          </w:p>
        </w:tc>
      </w:tr>
      <w:tr w:rsidR="00A16B54" w:rsidRPr="006C1385" w:rsidTr="004B2501">
        <w:trPr>
          <w:trHeight w:val="770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54" w:rsidRDefault="00A16B54" w:rsidP="00EA42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Подземный газопровод высокого</w:t>
            </w:r>
            <w:r w:rsidRPr="006C1385">
              <w:rPr>
                <w:rFonts w:ascii="Times New Roman" w:hAnsi="Times New Roman"/>
              </w:rPr>
              <w:t xml:space="preserve"> давления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</w:t>
            </w:r>
            <w:r>
              <w:rPr>
                <w:rFonts w:ascii="Times New Roman" w:hAnsi="Times New Roman"/>
              </w:rPr>
              <w:t xml:space="preserve"> из ЕГРП на недв имущество от 20.01</w:t>
            </w:r>
            <w:r w:rsidRPr="006C1385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58:16:0000000:434</w:t>
            </w:r>
          </w:p>
        </w:tc>
      </w:tr>
      <w:tr w:rsidR="00A16B54" w:rsidRPr="006C1385" w:rsidTr="004B2501">
        <w:trPr>
          <w:trHeight w:val="577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54" w:rsidRDefault="00A16B54" w:rsidP="00EA42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Газопровод высокого</w:t>
            </w:r>
            <w:r w:rsidRPr="006C1385">
              <w:rPr>
                <w:rFonts w:ascii="Times New Roman" w:hAnsi="Times New Roman"/>
              </w:rPr>
              <w:t xml:space="preserve"> давления</w:t>
            </w:r>
            <w:r>
              <w:rPr>
                <w:rFonts w:ascii="Times New Roman" w:hAnsi="Times New Roman"/>
              </w:rPr>
              <w:t xml:space="preserve"> (подземный)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B54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</w:t>
            </w:r>
            <w:r>
              <w:rPr>
                <w:rFonts w:ascii="Times New Roman" w:hAnsi="Times New Roman"/>
              </w:rPr>
              <w:t xml:space="preserve"> из ЕГРП на недв имущество от 11.11</w:t>
            </w:r>
            <w:r w:rsidRPr="006C1385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58:16:0000000:617</w:t>
            </w:r>
          </w:p>
        </w:tc>
      </w:tr>
      <w:tr w:rsidR="00A16B54" w:rsidRPr="006C1385" w:rsidTr="004B2501">
        <w:trPr>
          <w:trHeight w:val="514"/>
        </w:trPr>
        <w:tc>
          <w:tcPr>
            <w:tcW w:w="23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54" w:rsidRDefault="00A16B54" w:rsidP="00EA424F">
            <w:pPr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Газопровод низкого давления</w:t>
            </w:r>
            <w:r>
              <w:rPr>
                <w:rFonts w:ascii="Times New Roman" w:hAnsi="Times New Roman"/>
              </w:rPr>
              <w:t xml:space="preserve"> (подземный)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B54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</w:t>
            </w:r>
            <w:r>
              <w:rPr>
                <w:rFonts w:ascii="Times New Roman" w:hAnsi="Times New Roman"/>
              </w:rPr>
              <w:t xml:space="preserve"> из ЕГРП на недв имущество от 11.11</w:t>
            </w:r>
            <w:r w:rsidRPr="006C1385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</w:tcPr>
          <w:p w:rsidR="00A16B54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58:16:0000000:618</w:t>
            </w:r>
          </w:p>
        </w:tc>
      </w:tr>
      <w:tr w:rsidR="00A16B54" w:rsidRPr="006C1385" w:rsidTr="004B2501">
        <w:trPr>
          <w:trHeight w:val="422"/>
        </w:trPr>
        <w:tc>
          <w:tcPr>
            <w:tcW w:w="2399" w:type="dxa"/>
            <w:tcBorders>
              <w:top w:val="single" w:sz="4" w:space="0" w:color="auto"/>
              <w:right w:val="single" w:sz="4" w:space="0" w:color="auto"/>
            </w:tcBorders>
          </w:tcPr>
          <w:p w:rsidR="00A16B54" w:rsidRPr="006C1385" w:rsidRDefault="00A16B54" w:rsidP="00EA42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Теплотрасса у школы с. Ломовка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</w:tcBorders>
          </w:tcPr>
          <w:p w:rsidR="00A16B54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</w:tcPr>
          <w:p w:rsidR="00A16B54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A16B54" w:rsidRPr="006C1385" w:rsidRDefault="00A16B54" w:rsidP="006C1385">
            <w:pPr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</w:t>
            </w:r>
            <w:r>
              <w:rPr>
                <w:rFonts w:ascii="Times New Roman" w:hAnsi="Times New Roman"/>
              </w:rPr>
              <w:t xml:space="preserve"> из ЕГРП на недв имущество от 11.11</w:t>
            </w:r>
            <w:r w:rsidRPr="006C1385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87" w:type="dxa"/>
            <w:tcBorders>
              <w:top w:val="single" w:sz="4" w:space="0" w:color="auto"/>
            </w:tcBorders>
          </w:tcPr>
          <w:p w:rsidR="00A16B54" w:rsidRDefault="00A16B54" w:rsidP="006C13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58:16:0420101:297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водопровод</w:t>
            </w:r>
          </w:p>
          <w:p w:rsidR="00A16B54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75161,40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43730,07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 из ЕГРП на недв имущество от 13.09.2016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58:16:0420101:217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водопровод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75161,40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43730,07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 из ЕГРП на недв имущество от 13.09.2016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58:16:0420102:209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водопровод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75161,40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43730,07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 из ЕГРП на недв имущество от 13.09.2016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58:16:0420101:218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водопровод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75161,40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43730,07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 из ЕГРП на недв имущество от 20.01.2017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58:16:0000000:435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водопровод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75161,40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43730,06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 из ЕГРП на недв имущество от 20.01.2017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58:16:0100312:66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Арт скважина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5440,00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 из ЕГРП на недв имущество от 20.01.2017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58:16:0430101:257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Арт скважина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4534,00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 из ЕГРП на недв имущество от 20.01.2017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58:16:0440101:102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Арт скважина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5290,00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 xml:space="preserve"> Свидетельство о гос. регистрации права от 11.04.2016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58:16:0420102:210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Арт скважина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5440,00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 xml:space="preserve"> Свидетельство о гос. регистрации права от 11.04.2016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58:16:0420101:216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3221,00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 из ЕГРП на недв имущество от 20.01.2017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58:16:0000000:438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2928,00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Выписка из ЕГРП на недв имущество от 20.01.2017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58:16:0440101:101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2040,00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 xml:space="preserve"> Свидетельство о гос. регистрации права от 11.04.2016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58:16:0420101:279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1776,00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 xml:space="preserve"> Свидетельство о гос. регистрации права от 11.04.2016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58:16:0420102:268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1776,00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0</w:t>
            </w: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 xml:space="preserve"> Свидетельство о гос. регистрации права от 11.04.2016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58:16:0830901:473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кад стоим -194862,50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Свидетельство о гос. регистрации права от 12.03.2007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58:16:43 01 01:0017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кад стоим -79820,94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Свидетельство о гос. регистрации права от 12.03.2007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58:16:42 02 02:0106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кад стоим -389215,38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Свидетельство о гос. регистрации права от 12.03.2007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58:16:42 01 02:0143</w:t>
            </w:r>
          </w:p>
        </w:tc>
      </w:tr>
      <w:tr w:rsidR="00A16B54" w:rsidRPr="006C1385" w:rsidTr="004B2501">
        <w:tc>
          <w:tcPr>
            <w:tcW w:w="2399" w:type="dxa"/>
            <w:tcBorders>
              <w:righ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1</w:t>
            </w:r>
          </w:p>
        </w:tc>
        <w:tc>
          <w:tcPr>
            <w:tcW w:w="2100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кад стоим -1216404,00</w:t>
            </w:r>
          </w:p>
        </w:tc>
        <w:tc>
          <w:tcPr>
            <w:tcW w:w="2183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Свидетельство о гос. регистрации права от 12.03.2007</w:t>
            </w:r>
          </w:p>
        </w:tc>
        <w:tc>
          <w:tcPr>
            <w:tcW w:w="2487" w:type="dxa"/>
          </w:tcPr>
          <w:p w:rsidR="00A16B54" w:rsidRPr="006C1385" w:rsidRDefault="00A16B54" w:rsidP="006C1385">
            <w:pPr>
              <w:spacing w:after="0" w:line="240" w:lineRule="auto"/>
              <w:rPr>
                <w:rFonts w:ascii="Times New Roman" w:hAnsi="Times New Roman"/>
              </w:rPr>
            </w:pPr>
            <w:r w:rsidRPr="006C1385">
              <w:rPr>
                <w:rFonts w:ascii="Times New Roman" w:hAnsi="Times New Roman"/>
              </w:rPr>
              <w:t>58:16:49 01 01:0029</w:t>
            </w:r>
          </w:p>
        </w:tc>
      </w:tr>
    </w:tbl>
    <w:p w:rsidR="00A16B54" w:rsidRPr="000C023F" w:rsidRDefault="00A16B54">
      <w:pPr>
        <w:rPr>
          <w:rFonts w:ascii="Times New Roman" w:hAnsi="Times New Roman"/>
        </w:rPr>
      </w:pPr>
    </w:p>
    <w:sectPr w:rsidR="00A16B54" w:rsidRPr="000C023F" w:rsidSect="00593E5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E58"/>
    <w:rsid w:val="000C023F"/>
    <w:rsid w:val="000D2BE8"/>
    <w:rsid w:val="001931A4"/>
    <w:rsid w:val="001E3F24"/>
    <w:rsid w:val="00243083"/>
    <w:rsid w:val="00277176"/>
    <w:rsid w:val="004A1166"/>
    <w:rsid w:val="004A40E2"/>
    <w:rsid w:val="004B2501"/>
    <w:rsid w:val="00505ECC"/>
    <w:rsid w:val="00511F79"/>
    <w:rsid w:val="00593E58"/>
    <w:rsid w:val="00611600"/>
    <w:rsid w:val="006279C5"/>
    <w:rsid w:val="00676F7D"/>
    <w:rsid w:val="006901C6"/>
    <w:rsid w:val="006A6489"/>
    <w:rsid w:val="006C1385"/>
    <w:rsid w:val="008B0B85"/>
    <w:rsid w:val="00A16B54"/>
    <w:rsid w:val="00AA229A"/>
    <w:rsid w:val="00B86258"/>
    <w:rsid w:val="00C15C61"/>
    <w:rsid w:val="00EA424F"/>
    <w:rsid w:val="00F7359E"/>
    <w:rsid w:val="00F86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08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93E5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340</TotalTime>
  <Pages>2</Pages>
  <Words>509</Words>
  <Characters>2904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11</cp:revision>
  <dcterms:created xsi:type="dcterms:W3CDTF">2017-04-20T08:05:00Z</dcterms:created>
  <dcterms:modified xsi:type="dcterms:W3CDTF">2020-01-14T10:36:00Z</dcterms:modified>
</cp:coreProperties>
</file>